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265F8B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D056C">
        <w:rPr>
          <w:rFonts w:ascii="Arial Narrow" w:hAnsi="Arial Narrow"/>
          <w:noProof/>
          <w:sz w:val="22"/>
          <w:lang w:val="de-DE"/>
        </w:rPr>
        <w:t>03.06.2013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65F8B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265F8B" w:rsidRDefault="00265F8B" w:rsidP="00265F8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Musikkeller – Im H-Bau zu nass, </w:t>
      </w:r>
      <w:proofErr w:type="spellStart"/>
      <w:r>
        <w:rPr>
          <w:rFonts w:ascii="Arial Narrow" w:hAnsi="Arial Narrow"/>
          <w:sz w:val="22"/>
          <w:lang w:val="de-DE"/>
        </w:rPr>
        <w:t>ausserdem</w:t>
      </w:r>
      <w:proofErr w:type="spellEnd"/>
      <w:r>
        <w:rPr>
          <w:rFonts w:ascii="Arial Narrow" w:hAnsi="Arial Narrow"/>
          <w:sz w:val="22"/>
          <w:lang w:val="de-DE"/>
        </w:rPr>
        <w:t xml:space="preserve"> Umbauarbeiten</w:t>
      </w:r>
    </w:p>
    <w:p w:rsidR="00265F8B" w:rsidRDefault="00265F8B" w:rsidP="00265F8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Musikreferate bekommen mehr Platz im Keller</w:t>
      </w:r>
    </w:p>
    <w:p w:rsidR="00265F8B" w:rsidRDefault="00265F8B" w:rsidP="00265F8B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Barelemente und Bühnenelemente müssen aufgeräumt werden -&gt; Wer?</w:t>
      </w:r>
    </w:p>
    <w:p w:rsidR="00265F8B" w:rsidRDefault="00265F8B" w:rsidP="00265F8B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Einige Instrumente sollen hoch in Referatsraum, für </w:t>
      </w:r>
      <w:proofErr w:type="spellStart"/>
      <w:r>
        <w:rPr>
          <w:rFonts w:ascii="Arial Narrow" w:hAnsi="Arial Narrow"/>
          <w:sz w:val="22"/>
          <w:lang w:val="de-DE"/>
        </w:rPr>
        <w:t>BigBand</w:t>
      </w:r>
      <w:proofErr w:type="spellEnd"/>
      <w:r>
        <w:rPr>
          <w:rFonts w:ascii="Arial Narrow" w:hAnsi="Arial Narrow"/>
          <w:sz w:val="22"/>
          <w:lang w:val="de-DE"/>
        </w:rPr>
        <w:t xml:space="preserve"> und Gitarre, (ein Schlagzeug und ein Verstärker - von </w:t>
      </w:r>
      <w:proofErr w:type="spellStart"/>
      <w:r>
        <w:rPr>
          <w:rFonts w:ascii="Arial Narrow" w:hAnsi="Arial Narrow"/>
          <w:sz w:val="22"/>
          <w:lang w:val="de-DE"/>
        </w:rPr>
        <w:t>Leva</w:t>
      </w:r>
      <w:proofErr w:type="spellEnd"/>
      <w:r>
        <w:rPr>
          <w:rFonts w:ascii="Arial Narrow" w:hAnsi="Arial Narrow"/>
          <w:sz w:val="22"/>
          <w:lang w:val="de-DE"/>
        </w:rPr>
        <w:t xml:space="preserve"> oder so)</w:t>
      </w:r>
    </w:p>
    <w:p w:rsidR="007B7C2C" w:rsidRDefault="007B7C2C" w:rsidP="00265F8B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Wem gehören die Getränke im Referatsraum?</w:t>
      </w:r>
    </w:p>
    <w:p w:rsidR="007B2C73" w:rsidRDefault="007B2C73" w:rsidP="007B2C7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Schweißgerät von Micha, Wer räumt es weg und wohin?</w:t>
      </w:r>
    </w:p>
    <w:p w:rsidR="007B2C73" w:rsidRDefault="007B2C73" w:rsidP="007B2C7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03734E" w:rsidRDefault="000C1EB8" w:rsidP="007B2C73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265F8B" w:rsidRDefault="00265F8B" w:rsidP="00265F8B">
      <w:pPr>
        <w:pStyle w:val="WortmarkeFu"/>
        <w:numPr>
          <w:ilvl w:val="0"/>
          <w:numId w:val="6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Agenda Runder Tisch fertig – evtl. nochmal drüber </w:t>
      </w:r>
      <w:proofErr w:type="spellStart"/>
      <w:r>
        <w:rPr>
          <w:rFonts w:ascii="Arial Narrow" w:hAnsi="Arial Narrow"/>
          <w:sz w:val="22"/>
          <w:lang w:val="de-DE"/>
        </w:rPr>
        <w:t>schaun</w:t>
      </w:r>
      <w:proofErr w:type="spellEnd"/>
    </w:p>
    <w:p w:rsidR="00265F8B" w:rsidRDefault="00265F8B" w:rsidP="00265F8B">
      <w:pPr>
        <w:pStyle w:val="WortmarkeFu"/>
        <w:numPr>
          <w:ilvl w:val="0"/>
          <w:numId w:val="6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- Schränke für Scheinwerfer?</w:t>
      </w:r>
    </w:p>
    <w:p w:rsidR="00265F8B" w:rsidRPr="000755CE" w:rsidRDefault="00265F8B" w:rsidP="00265F8B">
      <w:pPr>
        <w:pStyle w:val="WortmarkeFu"/>
        <w:tabs>
          <w:tab w:val="clear" w:pos="9355"/>
          <w:tab w:val="left" w:pos="851"/>
        </w:tabs>
        <w:spacing w:line="360" w:lineRule="auto"/>
        <w:ind w:left="757"/>
        <w:jc w:val="both"/>
        <w:rPr>
          <w:rFonts w:ascii="Arial Narrow" w:hAnsi="Arial Narrow"/>
          <w:sz w:val="22"/>
          <w:lang w:val="de-DE"/>
        </w:rPr>
      </w:pPr>
    </w:p>
    <w:sectPr w:rsidR="00265F8B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8B" w:rsidRDefault="00265F8B">
      <w:pPr>
        <w:spacing w:line="20" w:lineRule="exact"/>
      </w:pPr>
    </w:p>
  </w:endnote>
  <w:endnote w:type="continuationSeparator" w:id="0">
    <w:p w:rsidR="00265F8B" w:rsidRDefault="00265F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65F8B" w:rsidRDefault="00265F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8B" w:rsidRDefault="00265F8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65F8B" w:rsidRDefault="00265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D056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F7AD7"/>
    <w:multiLevelType w:val="hybridMultilevel"/>
    <w:tmpl w:val="3B3A958C"/>
    <w:lvl w:ilvl="0" w:tplc="7E70FC9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E5611E"/>
    <w:multiLevelType w:val="hybridMultilevel"/>
    <w:tmpl w:val="89DC5696"/>
    <w:lvl w:ilvl="0" w:tplc="EBEC6C9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8B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65F8B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B2C73"/>
    <w:rsid w:val="007B7C2C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056C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104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4</cp:revision>
  <cp:lastPrinted>2013-06-03T08:29:00Z</cp:lastPrinted>
  <dcterms:created xsi:type="dcterms:W3CDTF">2013-06-03T08:09:00Z</dcterms:created>
  <dcterms:modified xsi:type="dcterms:W3CDTF">2013-06-03T08:30:00Z</dcterms:modified>
</cp:coreProperties>
</file>